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RPr="00AF6404" w:rsidTr="007235A8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AF6404" w:rsidRDefault="007235A8" w:rsidP="007235A8">
            <w:pPr>
              <w:pStyle w:val="MonthNames"/>
            </w:pPr>
            <w:r>
              <w:rPr>
                <w:bCs w:val="0"/>
              </w:rPr>
              <w:br w:type="page"/>
            </w:r>
            <w:r w:rsidR="006D1C43" w:rsidRPr="00AF6404">
              <w:t xml:space="preserve">October </w:t>
            </w:r>
            <w:r w:rsidR="000B4367" w:rsidRPr="00AF6404">
              <w:t>2010</w:t>
            </w:r>
          </w:p>
        </w:tc>
      </w:tr>
      <w:tr w:rsidR="006D1C43" w:rsidRPr="00AF6404" w:rsidTr="007235A8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Saturday</w:t>
            </w:r>
          </w:p>
        </w:tc>
      </w:tr>
      <w:tr w:rsidR="000B4367" w:rsidRPr="00AF6404" w:rsidTr="003F5704">
        <w:trPr>
          <w:cantSplit/>
          <w:trHeight w:hRule="exact" w:val="1296"/>
          <w:jc w:val="center"/>
        </w:trPr>
        <w:tc>
          <w:tcPr>
            <w:tcW w:w="9770" w:type="dxa"/>
            <w:gridSpan w:val="5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0B4367" w:rsidRPr="00AF6404" w:rsidRDefault="000B4367" w:rsidP="007235A8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0B4367" w:rsidRPr="00AF6404" w:rsidRDefault="000B4367" w:rsidP="007235A8">
            <w:pPr>
              <w:pStyle w:val="Dates"/>
            </w:pPr>
            <w:r w:rsidRPr="00AF6404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B4367" w:rsidRPr="00AF6404" w:rsidRDefault="000B4367" w:rsidP="007235A8">
            <w:pPr>
              <w:pStyle w:val="Dates"/>
            </w:pPr>
            <w:r w:rsidRPr="00AF6404">
              <w:t>2</w:t>
            </w:r>
          </w:p>
        </w:tc>
      </w:tr>
      <w:tr w:rsidR="006D1C43" w:rsidRPr="00AF6404" w:rsidTr="000B4367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3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4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9</w:t>
            </w:r>
          </w:p>
        </w:tc>
      </w:tr>
      <w:tr w:rsidR="006D1C43" w:rsidRPr="00AF6404" w:rsidTr="000B4367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10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16</w:t>
            </w:r>
          </w:p>
        </w:tc>
      </w:tr>
      <w:tr w:rsidR="006D1C43" w:rsidRPr="00AF6404" w:rsidTr="000B4367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17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23</w:t>
            </w:r>
          </w:p>
        </w:tc>
      </w:tr>
      <w:tr w:rsidR="006D1C43" w:rsidRPr="00AF6404" w:rsidTr="003A271C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24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25</w:t>
            </w:r>
          </w:p>
          <w:p w:rsidR="008E6F94" w:rsidRPr="00AF6404" w:rsidRDefault="008E6F94" w:rsidP="007235A8">
            <w:pPr>
              <w:pStyle w:val="Dates"/>
            </w:pPr>
            <w:r>
              <w:t>Email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26</w:t>
            </w:r>
          </w:p>
          <w:p w:rsidR="008E6F94" w:rsidRDefault="008E6F94" w:rsidP="007235A8">
            <w:pPr>
              <w:pStyle w:val="Dates"/>
            </w:pPr>
            <w:r>
              <w:t>Cover Page</w:t>
            </w:r>
          </w:p>
          <w:p w:rsidR="008E6F94" w:rsidRPr="00AF6404" w:rsidRDefault="008E6F94" w:rsidP="007235A8">
            <w:pPr>
              <w:pStyle w:val="Dates"/>
            </w:pPr>
            <w:r>
              <w:t>Introduction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27</w:t>
            </w:r>
          </w:p>
          <w:p w:rsidR="008E6F94" w:rsidRPr="00AF6404" w:rsidRDefault="008E6F94" w:rsidP="007235A8">
            <w:pPr>
              <w:pStyle w:val="Dates"/>
            </w:pPr>
            <w:r>
              <w:t xml:space="preserve">College </w:t>
            </w:r>
            <w:proofErr w:type="spellStart"/>
            <w:r>
              <w:t>Descripotions</w:t>
            </w:r>
            <w:proofErr w:type="spellEnd"/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28</w:t>
            </w:r>
          </w:p>
          <w:p w:rsidR="008E6F94" w:rsidRPr="00AF6404" w:rsidRDefault="008E6F94" w:rsidP="007235A8">
            <w:pPr>
              <w:pStyle w:val="Dates"/>
            </w:pPr>
            <w:r>
              <w:t>Spreadsheet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29</w:t>
            </w:r>
          </w:p>
          <w:p w:rsidR="00460AAE" w:rsidRPr="00AF6404" w:rsidRDefault="00460AAE" w:rsidP="007235A8">
            <w:pPr>
              <w:pStyle w:val="Dates"/>
            </w:pPr>
            <w:r>
              <w:t>Out of School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bottom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30</w:t>
            </w:r>
          </w:p>
        </w:tc>
      </w:tr>
      <w:tr w:rsidR="000B4367" w:rsidRPr="00AF6404" w:rsidTr="003F5704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B4367" w:rsidRPr="00AF6404" w:rsidRDefault="000B4367" w:rsidP="007235A8">
            <w:pPr>
              <w:pStyle w:val="Dates"/>
            </w:pPr>
            <w:r w:rsidRPr="00AF6404">
              <w:t>31</w:t>
            </w:r>
          </w:p>
        </w:tc>
        <w:tc>
          <w:tcPr>
            <w:tcW w:w="11727" w:type="dxa"/>
            <w:gridSpan w:val="6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0B4367" w:rsidRPr="00AF6404" w:rsidRDefault="000B4367" w:rsidP="007235A8">
            <w:pPr>
              <w:pStyle w:val="Dates"/>
            </w:pPr>
          </w:p>
        </w:tc>
      </w:tr>
    </w:tbl>
    <w:p w:rsidR="006677F5" w:rsidRDefault="006677F5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4"/>
        <w:gridCol w:w="1954"/>
        <w:gridCol w:w="1955"/>
        <w:gridCol w:w="1955"/>
        <w:gridCol w:w="1955"/>
        <w:gridCol w:w="1955"/>
      </w:tblGrid>
      <w:tr w:rsidR="006D1C43" w:rsidRPr="00AF6404" w:rsidTr="007235A8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AF6404" w:rsidRDefault="007235A8" w:rsidP="007235A8">
            <w:pPr>
              <w:pStyle w:val="MonthNames"/>
            </w:pPr>
            <w:r>
              <w:rPr>
                <w:bCs w:val="0"/>
              </w:rPr>
              <w:lastRenderedPageBreak/>
              <w:br w:type="page"/>
            </w:r>
            <w:r w:rsidR="006D1C43" w:rsidRPr="00AF6404">
              <w:t xml:space="preserve">November </w:t>
            </w:r>
            <w:r w:rsidR="000B4367" w:rsidRPr="00AF6404">
              <w:t>2010</w:t>
            </w:r>
          </w:p>
        </w:tc>
      </w:tr>
      <w:tr w:rsidR="006D1C43" w:rsidRPr="00AF6404" w:rsidTr="000B4367">
        <w:trPr>
          <w:cantSplit/>
          <w:trHeight w:hRule="exact" w:val="259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Sunday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AF6404" w:rsidRDefault="006D1C43" w:rsidP="007235A8">
            <w:pPr>
              <w:pStyle w:val="Weekdays"/>
            </w:pPr>
            <w:r w:rsidRPr="00AF6404">
              <w:t>Saturday</w:t>
            </w:r>
          </w:p>
        </w:tc>
      </w:tr>
      <w:tr w:rsidR="006D1C43" w:rsidRPr="00AF6404" w:rsidTr="000B4367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AF6404" w:rsidRDefault="006D1C43" w:rsidP="007235A8">
            <w:pPr>
              <w:pStyle w:val="Dates"/>
            </w:pP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1</w:t>
            </w:r>
          </w:p>
          <w:p w:rsidR="00460AAE" w:rsidRPr="00AF6404" w:rsidRDefault="00460AAE" w:rsidP="007235A8">
            <w:pPr>
              <w:pStyle w:val="Dates"/>
            </w:pPr>
            <w:r>
              <w:t>Out of School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2</w:t>
            </w:r>
          </w:p>
          <w:p w:rsidR="008E6F94" w:rsidRPr="00AF6404" w:rsidRDefault="008E6F94" w:rsidP="007235A8">
            <w:pPr>
              <w:pStyle w:val="Dates"/>
            </w:pPr>
            <w:proofErr w:type="spellStart"/>
            <w:r>
              <w:t>Accress</w:t>
            </w:r>
            <w:proofErr w:type="spellEnd"/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3</w:t>
            </w:r>
          </w:p>
          <w:p w:rsidR="008E6F94" w:rsidRPr="00AF6404" w:rsidRDefault="008E6F94" w:rsidP="007235A8">
            <w:pPr>
              <w:pStyle w:val="Dates"/>
            </w:pPr>
            <w:r>
              <w:t>PowerPoint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4</w:t>
            </w:r>
          </w:p>
          <w:p w:rsidR="008E6F94" w:rsidRPr="00AF6404" w:rsidRDefault="008E6F94" w:rsidP="007235A8">
            <w:pPr>
              <w:pStyle w:val="Dates"/>
            </w:pPr>
            <w:r>
              <w:t>PowerPoint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0B4367" w:rsidP="007235A8">
            <w:pPr>
              <w:pStyle w:val="Dates"/>
            </w:pPr>
            <w:r w:rsidRPr="00AF6404">
              <w:t>5</w:t>
            </w:r>
          </w:p>
          <w:p w:rsidR="008E6F94" w:rsidRPr="00AF6404" w:rsidRDefault="008E6F94" w:rsidP="007235A8">
            <w:pPr>
              <w:pStyle w:val="Dates"/>
            </w:pPr>
            <w:r>
              <w:t>PowerPoint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6</w:t>
            </w:r>
          </w:p>
        </w:tc>
      </w:tr>
      <w:tr w:rsidR="006D1C43" w:rsidRPr="00AF6404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7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8</w:t>
            </w:r>
          </w:p>
          <w:p w:rsidR="008E6F94" w:rsidRPr="00AF6404" w:rsidRDefault="008E6F94" w:rsidP="007235A8">
            <w:pPr>
              <w:pStyle w:val="Dates"/>
            </w:pPr>
            <w:r>
              <w:t>Brochure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9</w:t>
            </w:r>
          </w:p>
          <w:p w:rsidR="00460AAE" w:rsidRPr="00AF6404" w:rsidRDefault="00460AAE" w:rsidP="007235A8">
            <w:pPr>
              <w:pStyle w:val="Dates"/>
            </w:pPr>
            <w:r>
              <w:t xml:space="preserve">Veterans Day </w:t>
            </w:r>
            <w:proofErr w:type="spellStart"/>
            <w:r>
              <w:t>Progarm</w:t>
            </w:r>
            <w:proofErr w:type="spellEnd"/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10</w:t>
            </w:r>
          </w:p>
          <w:p w:rsidR="008E6F94" w:rsidRPr="00AF6404" w:rsidRDefault="008E6F94" w:rsidP="007235A8">
            <w:pPr>
              <w:pStyle w:val="Dates"/>
            </w:pPr>
            <w:r>
              <w:t>Brochure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11</w:t>
            </w:r>
          </w:p>
          <w:p w:rsidR="008E6F94" w:rsidRDefault="008E6F94" w:rsidP="007235A8">
            <w:pPr>
              <w:pStyle w:val="Dates"/>
            </w:pPr>
            <w:r>
              <w:t>Out of School</w:t>
            </w:r>
          </w:p>
          <w:p w:rsidR="008E6F94" w:rsidRPr="00AF6404" w:rsidRDefault="008E6F94" w:rsidP="007235A8">
            <w:pPr>
              <w:pStyle w:val="Dates"/>
            </w:pPr>
            <w:r>
              <w:t>Veterans 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12</w:t>
            </w:r>
          </w:p>
          <w:p w:rsidR="008E6F94" w:rsidRPr="00AF6404" w:rsidRDefault="008E6F94" w:rsidP="007235A8">
            <w:pPr>
              <w:pStyle w:val="Dates"/>
            </w:pPr>
            <w:r>
              <w:t>Brochure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13</w:t>
            </w:r>
          </w:p>
        </w:tc>
      </w:tr>
      <w:tr w:rsidR="006D1C43" w:rsidRPr="00AF6404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14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15</w:t>
            </w:r>
          </w:p>
          <w:p w:rsidR="008E6F94" w:rsidRPr="00AF6404" w:rsidRDefault="008E6F94" w:rsidP="007235A8">
            <w:pPr>
              <w:pStyle w:val="Dates"/>
            </w:pPr>
            <w:r>
              <w:t>Website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16</w:t>
            </w:r>
          </w:p>
          <w:p w:rsidR="008E6F94" w:rsidRPr="00AF6404" w:rsidRDefault="008E6F94" w:rsidP="007235A8">
            <w:pPr>
              <w:pStyle w:val="Dates"/>
            </w:pPr>
            <w:r>
              <w:t>Website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17</w:t>
            </w:r>
          </w:p>
          <w:p w:rsidR="008E6F94" w:rsidRPr="00AF6404" w:rsidRDefault="008E6F94" w:rsidP="007235A8">
            <w:pPr>
              <w:pStyle w:val="Dates"/>
            </w:pPr>
            <w:r>
              <w:t>Website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18</w:t>
            </w:r>
          </w:p>
          <w:p w:rsidR="008E6F94" w:rsidRPr="00AF6404" w:rsidRDefault="008E6F94" w:rsidP="007235A8">
            <w:pPr>
              <w:pStyle w:val="Dates"/>
            </w:pPr>
            <w:r>
              <w:t>Website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19</w:t>
            </w:r>
          </w:p>
          <w:p w:rsidR="008E6F94" w:rsidRPr="00AF6404" w:rsidRDefault="008E6F94" w:rsidP="007235A8">
            <w:pPr>
              <w:pStyle w:val="Dates"/>
            </w:pPr>
            <w:r>
              <w:t>Mere Letter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20</w:t>
            </w:r>
          </w:p>
        </w:tc>
      </w:tr>
      <w:tr w:rsidR="006D1C43" w:rsidRPr="00AF6404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22</w:t>
            </w:r>
          </w:p>
          <w:p w:rsidR="008E6F94" w:rsidRPr="00AF6404" w:rsidRDefault="008E6F94" w:rsidP="007235A8">
            <w:pPr>
              <w:pStyle w:val="Dates"/>
            </w:pPr>
            <w:proofErr w:type="spellStart"/>
            <w:r>
              <w:t>Compltte</w:t>
            </w:r>
            <w:proofErr w:type="spellEnd"/>
            <w:r>
              <w:t xml:space="preserve"> any missed assignments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23</w:t>
            </w:r>
          </w:p>
          <w:p w:rsidR="008E6F94" w:rsidRPr="00AF6404" w:rsidRDefault="008E6F94" w:rsidP="007235A8">
            <w:pPr>
              <w:pStyle w:val="Dates"/>
            </w:pPr>
            <w:r>
              <w:t>Final Project Due!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24</w:t>
            </w:r>
          </w:p>
          <w:p w:rsidR="008E6F94" w:rsidRPr="00AF6404" w:rsidRDefault="008E6F94" w:rsidP="007235A8">
            <w:pPr>
              <w:pStyle w:val="Dates"/>
            </w:pPr>
            <w:r>
              <w:t>Thanksgiving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25</w:t>
            </w:r>
          </w:p>
          <w:p w:rsidR="008E6F94" w:rsidRPr="00AF6404" w:rsidRDefault="008E6F94" w:rsidP="007235A8">
            <w:pPr>
              <w:pStyle w:val="Dates"/>
            </w:pPr>
            <w:r>
              <w:t>Thanksgiving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0B4367" w:rsidP="007235A8">
            <w:pPr>
              <w:pStyle w:val="Dates"/>
            </w:pPr>
            <w:r w:rsidRPr="00AF6404">
              <w:t>26</w:t>
            </w:r>
          </w:p>
          <w:p w:rsidR="008E6F94" w:rsidRPr="00AF6404" w:rsidRDefault="008E6F94" w:rsidP="007235A8">
            <w:pPr>
              <w:pStyle w:val="Dates"/>
            </w:pPr>
            <w:r>
              <w:t>Thanksgiving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AF6404" w:rsidRDefault="000B4367" w:rsidP="007235A8">
            <w:pPr>
              <w:pStyle w:val="Dates"/>
            </w:pPr>
            <w:r w:rsidRPr="00AF6404">
              <w:t>27</w:t>
            </w:r>
          </w:p>
        </w:tc>
      </w:tr>
      <w:tr w:rsidR="000B4367" w:rsidRPr="00AF6404" w:rsidTr="003F5704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B4367" w:rsidRPr="00AF6404" w:rsidRDefault="000B4367" w:rsidP="007235A8">
            <w:pPr>
              <w:pStyle w:val="Dates"/>
            </w:pPr>
            <w:r w:rsidRPr="00AF6404">
              <w:t>28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0B4367" w:rsidRPr="00AF6404" w:rsidRDefault="000B4367" w:rsidP="007235A8">
            <w:pPr>
              <w:pStyle w:val="Dates"/>
            </w:pPr>
            <w:r w:rsidRPr="00AF6404">
              <w:t>29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0B4367" w:rsidRPr="00AF6404" w:rsidRDefault="000B4367" w:rsidP="007235A8">
            <w:pPr>
              <w:pStyle w:val="Dates"/>
            </w:pPr>
            <w:r w:rsidRPr="00AF6404">
              <w:t>30</w:t>
            </w:r>
          </w:p>
        </w:tc>
        <w:tc>
          <w:tcPr>
            <w:tcW w:w="7820" w:type="dxa"/>
            <w:gridSpan w:val="4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0B4367" w:rsidRPr="00AF6404" w:rsidRDefault="000B4367" w:rsidP="007235A8">
            <w:pPr>
              <w:pStyle w:val="Dates"/>
            </w:pPr>
          </w:p>
        </w:tc>
      </w:tr>
    </w:tbl>
    <w:p w:rsidR="006677F5" w:rsidRDefault="006677F5">
      <w:pPr>
        <w:rPr>
          <w:bCs/>
        </w:rPr>
      </w:pPr>
    </w:p>
    <w:sectPr w:rsidR="006677F5" w:rsidSect="00417712">
      <w:pgSz w:w="15840" w:h="12240" w:orient="landscape" w:code="1"/>
      <w:pgMar w:top="1080" w:right="1080" w:bottom="73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attachedTemplate r:id="rId1"/>
  <w:stylePaneFormatFilter w:val="3F01"/>
  <w:defaultTabStop w:val="720"/>
  <w:noPunctuationKerning/>
  <w:characterSpacingControl w:val="doNotCompress"/>
  <w:savePreviewPicture/>
  <w:compat/>
  <w:rsids>
    <w:rsidRoot w:val="00460AAE"/>
    <w:rsid w:val="000105CB"/>
    <w:rsid w:val="000400DF"/>
    <w:rsid w:val="000540C2"/>
    <w:rsid w:val="000878ED"/>
    <w:rsid w:val="000B4367"/>
    <w:rsid w:val="000F41C9"/>
    <w:rsid w:val="00110DFC"/>
    <w:rsid w:val="0013694D"/>
    <w:rsid w:val="00151E0B"/>
    <w:rsid w:val="00174473"/>
    <w:rsid w:val="001960E8"/>
    <w:rsid w:val="001A23B9"/>
    <w:rsid w:val="001D7579"/>
    <w:rsid w:val="001F0ABC"/>
    <w:rsid w:val="002438DF"/>
    <w:rsid w:val="0024645D"/>
    <w:rsid w:val="00267C4C"/>
    <w:rsid w:val="00271B35"/>
    <w:rsid w:val="0028699A"/>
    <w:rsid w:val="002940A4"/>
    <w:rsid w:val="00305C15"/>
    <w:rsid w:val="003221DC"/>
    <w:rsid w:val="00335204"/>
    <w:rsid w:val="0034783A"/>
    <w:rsid w:val="00375C59"/>
    <w:rsid w:val="00391582"/>
    <w:rsid w:val="003A271C"/>
    <w:rsid w:val="003C38AC"/>
    <w:rsid w:val="003F5704"/>
    <w:rsid w:val="003F7F4B"/>
    <w:rsid w:val="00417712"/>
    <w:rsid w:val="00434F56"/>
    <w:rsid w:val="00460AAE"/>
    <w:rsid w:val="0047586B"/>
    <w:rsid w:val="004951BE"/>
    <w:rsid w:val="004D0530"/>
    <w:rsid w:val="004F3D60"/>
    <w:rsid w:val="00530612"/>
    <w:rsid w:val="00545B07"/>
    <w:rsid w:val="005B06E1"/>
    <w:rsid w:val="005C3241"/>
    <w:rsid w:val="005C4458"/>
    <w:rsid w:val="005D282F"/>
    <w:rsid w:val="005D3D2F"/>
    <w:rsid w:val="005E1018"/>
    <w:rsid w:val="005F030A"/>
    <w:rsid w:val="005F64BC"/>
    <w:rsid w:val="006235CE"/>
    <w:rsid w:val="00662C2C"/>
    <w:rsid w:val="00665B68"/>
    <w:rsid w:val="006677F5"/>
    <w:rsid w:val="006A0062"/>
    <w:rsid w:val="006D1C43"/>
    <w:rsid w:val="006E013D"/>
    <w:rsid w:val="006E7C12"/>
    <w:rsid w:val="0070034E"/>
    <w:rsid w:val="00706624"/>
    <w:rsid w:val="007235A8"/>
    <w:rsid w:val="0072635A"/>
    <w:rsid w:val="00745963"/>
    <w:rsid w:val="00745FA0"/>
    <w:rsid w:val="0075427B"/>
    <w:rsid w:val="0076688B"/>
    <w:rsid w:val="00777BE1"/>
    <w:rsid w:val="00781434"/>
    <w:rsid w:val="00785890"/>
    <w:rsid w:val="007A5849"/>
    <w:rsid w:val="007E1BB6"/>
    <w:rsid w:val="007E759C"/>
    <w:rsid w:val="007F0503"/>
    <w:rsid w:val="007F75FF"/>
    <w:rsid w:val="008035FB"/>
    <w:rsid w:val="00807A11"/>
    <w:rsid w:val="008223C9"/>
    <w:rsid w:val="00823014"/>
    <w:rsid w:val="00843B36"/>
    <w:rsid w:val="00860B24"/>
    <w:rsid w:val="00883937"/>
    <w:rsid w:val="008A26C6"/>
    <w:rsid w:val="008B3493"/>
    <w:rsid w:val="008E17EE"/>
    <w:rsid w:val="008E6F94"/>
    <w:rsid w:val="00940D43"/>
    <w:rsid w:val="00951ED3"/>
    <w:rsid w:val="00975B98"/>
    <w:rsid w:val="0097726B"/>
    <w:rsid w:val="009F0AA0"/>
    <w:rsid w:val="00A250E2"/>
    <w:rsid w:val="00A315BE"/>
    <w:rsid w:val="00A356D3"/>
    <w:rsid w:val="00A64DCE"/>
    <w:rsid w:val="00A81AC5"/>
    <w:rsid w:val="00A95B76"/>
    <w:rsid w:val="00AC5E88"/>
    <w:rsid w:val="00AE75DA"/>
    <w:rsid w:val="00AF6404"/>
    <w:rsid w:val="00B05F5A"/>
    <w:rsid w:val="00B11B45"/>
    <w:rsid w:val="00B30A6D"/>
    <w:rsid w:val="00B35068"/>
    <w:rsid w:val="00B3667A"/>
    <w:rsid w:val="00B543F2"/>
    <w:rsid w:val="00B61AF5"/>
    <w:rsid w:val="00B6434F"/>
    <w:rsid w:val="00B64EC4"/>
    <w:rsid w:val="00B66FE4"/>
    <w:rsid w:val="00B71E98"/>
    <w:rsid w:val="00BB3F53"/>
    <w:rsid w:val="00BB4E54"/>
    <w:rsid w:val="00BB5998"/>
    <w:rsid w:val="00BF247B"/>
    <w:rsid w:val="00C00FDA"/>
    <w:rsid w:val="00C0521C"/>
    <w:rsid w:val="00C14AB4"/>
    <w:rsid w:val="00C37ABA"/>
    <w:rsid w:val="00C4216B"/>
    <w:rsid w:val="00C43AC3"/>
    <w:rsid w:val="00C81C83"/>
    <w:rsid w:val="00C8675E"/>
    <w:rsid w:val="00CB7A50"/>
    <w:rsid w:val="00CC1147"/>
    <w:rsid w:val="00CF629B"/>
    <w:rsid w:val="00D03423"/>
    <w:rsid w:val="00D1570B"/>
    <w:rsid w:val="00D5032E"/>
    <w:rsid w:val="00D57674"/>
    <w:rsid w:val="00D9744F"/>
    <w:rsid w:val="00DC5FD4"/>
    <w:rsid w:val="00DD5ADD"/>
    <w:rsid w:val="00E35B6F"/>
    <w:rsid w:val="00E43BC8"/>
    <w:rsid w:val="00E47AB4"/>
    <w:rsid w:val="00E72292"/>
    <w:rsid w:val="00E73029"/>
    <w:rsid w:val="00E81B2E"/>
    <w:rsid w:val="00E97D2F"/>
    <w:rsid w:val="00EC2F29"/>
    <w:rsid w:val="00ED29B6"/>
    <w:rsid w:val="00EF1203"/>
    <w:rsid w:val="00EF4D58"/>
    <w:rsid w:val="00EF6EE3"/>
    <w:rsid w:val="00F00436"/>
    <w:rsid w:val="00F24D83"/>
    <w:rsid w:val="00F65E65"/>
    <w:rsid w:val="00F82808"/>
    <w:rsid w:val="00F913C4"/>
    <w:rsid w:val="00F93DCB"/>
    <w:rsid w:val="00FC689D"/>
    <w:rsid w:val="00FE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26B"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3667A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97726B"/>
    <w:pPr>
      <w:jc w:val="center"/>
    </w:pPr>
    <w:rPr>
      <w:bCs/>
      <w:color w:val="17365D"/>
      <w:sz w:val="48"/>
      <w:szCs w:val="20"/>
    </w:rPr>
  </w:style>
  <w:style w:type="paragraph" w:customStyle="1" w:styleId="Dates">
    <w:name w:val="Dates"/>
    <w:basedOn w:val="Normal"/>
    <w:rsid w:val="0097726B"/>
    <w:rPr>
      <w:rFonts w:cs="Arial"/>
      <w:color w:val="17365D"/>
      <w:sz w:val="20"/>
      <w:szCs w:val="20"/>
    </w:rPr>
  </w:style>
  <w:style w:type="paragraph" w:customStyle="1" w:styleId="Weekdays">
    <w:name w:val="Weekdays"/>
    <w:basedOn w:val="Normal"/>
    <w:rsid w:val="0097726B"/>
    <w:pPr>
      <w:jc w:val="center"/>
    </w:pPr>
    <w:rPr>
      <w:caps/>
      <w:color w:val="FFFFFF"/>
      <w:spacing w:val="4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stewart\Application%20Data\Microsoft\Templates\2010%20calend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2010 calendar</Template>
  <TotalTime>152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Robbie Stewart</dc:creator>
  <cp:keywords/>
  <dc:description/>
  <cp:lastModifiedBy>Robbie Stewart</cp:lastModifiedBy>
  <cp:revision>1</cp:revision>
  <cp:lastPrinted>2004-06-11T03:44:00Z</cp:lastPrinted>
  <dcterms:created xsi:type="dcterms:W3CDTF">2010-10-25T14:51:00Z</dcterms:created>
  <dcterms:modified xsi:type="dcterms:W3CDTF">2010-10-25T17:23:00Z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TC103619901033</vt:lpwstr>
  </property>
</Properties>
</file>